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ind w:firstLine="0" w:firstLineChars="0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  <w:t>厦门市电动自行车以旧换新活动销售商家申请表</w:t>
      </w:r>
    </w:p>
    <w:bookmarkEnd w:id="0"/>
    <w:p>
      <w:pPr>
        <w:rPr>
          <w:rFonts w:hint="eastAsia"/>
          <w:color w:val="auto"/>
          <w:lang w:val="en-US" w:eastAsia="zh-CN"/>
        </w:rPr>
      </w:pP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6"/>
        <w:gridCol w:w="1950"/>
        <w:gridCol w:w="1830"/>
        <w:gridCol w:w="2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商家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名称</w:t>
            </w:r>
          </w:p>
        </w:tc>
        <w:tc>
          <w:tcPr>
            <w:tcW w:w="65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统一社会信用代码</w:t>
            </w:r>
          </w:p>
        </w:tc>
        <w:tc>
          <w:tcPr>
            <w:tcW w:w="65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商家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经营地址</w:t>
            </w:r>
          </w:p>
        </w:tc>
        <w:tc>
          <w:tcPr>
            <w:tcW w:w="65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  <w:jc w:val="center"/>
        </w:trPr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商家简介</w:t>
            </w:r>
          </w:p>
        </w:tc>
        <w:tc>
          <w:tcPr>
            <w:tcW w:w="65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（包含但不限于在售品牌、销售网点辐射区域、仓储及配送能力、财务制度、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商家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促销让利活动等）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atLeast"/>
          <w:jc w:val="center"/>
        </w:trPr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2023年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销售额（万元）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2024年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销售额（万元）</w:t>
            </w:r>
          </w:p>
        </w:tc>
        <w:tc>
          <w:tcPr>
            <w:tcW w:w="2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both"/>
              <w:textAlignment w:val="auto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atLeast"/>
          <w:jc w:val="center"/>
        </w:trPr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2023年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销售量（台）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2024年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销售量（台）</w:t>
            </w:r>
          </w:p>
        </w:tc>
        <w:tc>
          <w:tcPr>
            <w:tcW w:w="2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both"/>
              <w:textAlignment w:val="auto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法定代表人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（如有）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2"/>
              <w:ind w:left="0" w:leftChars="0" w:firstLine="0" w:firstLineChars="0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联系电话</w:t>
            </w:r>
            <w:r>
              <w:rPr>
                <w:rFonts w:hint="eastAsia"/>
                <w:color w:val="auto"/>
                <w:lang w:val="en-US" w:eastAsia="zh-CN"/>
              </w:rPr>
              <w:t xml:space="preserve">         </w:t>
            </w:r>
          </w:p>
        </w:tc>
        <w:tc>
          <w:tcPr>
            <w:tcW w:w="2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2"/>
              <w:rPr>
                <w:rFonts w:hint="eastAsia"/>
                <w:color w:va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联系人姓名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2" w:hRule="atLeast"/>
          <w:jc w:val="center"/>
        </w:trPr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商家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承诺</w:t>
            </w:r>
          </w:p>
        </w:tc>
        <w:tc>
          <w:tcPr>
            <w:tcW w:w="65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本商家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将按照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厦门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市电动自行车以旧换新活动有关要求，保证提供的所有申报数据、材料等信息真实有效，并愿意接受有关部门的监督。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负责人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签字：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（公章）         202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年  月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atLeast"/>
          <w:jc w:val="center"/>
        </w:trPr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2"/>
                <w:sz w:val="24"/>
                <w:szCs w:val="24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所属区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商务主管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2"/>
                <w:sz w:val="24"/>
                <w:szCs w:val="24"/>
                <w:shd w:val="clear" w:color="auto" w:fill="auto"/>
                <w:lang w:val="en-US" w:eastAsia="zh-CN" w:bidi="ar"/>
              </w:rPr>
              <w:t>部门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2"/>
                <w:sz w:val="24"/>
                <w:szCs w:val="24"/>
                <w:shd w:val="clear" w:color="auto" w:fill="auto"/>
                <w:lang w:val="en-US" w:eastAsia="zh-CN" w:bidi="ar"/>
              </w:rPr>
              <w:t>审核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2"/>
                <w:sz w:val="24"/>
                <w:szCs w:val="24"/>
                <w:shd w:val="clear" w:color="auto" w:fill="auto"/>
                <w:lang w:val="en-US" w:eastAsia="zh-CN" w:bidi="ar"/>
              </w:rPr>
              <w:t xml:space="preserve">意见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2"/>
                <w:sz w:val="24"/>
                <w:szCs w:val="24"/>
                <w:shd w:val="clear" w:color="auto" w:fill="auto"/>
                <w:lang w:val="en-US" w:eastAsia="zh-CN" w:bidi="ar"/>
              </w:rPr>
              <w:t>（盖章）</w:t>
            </w:r>
          </w:p>
        </w:tc>
        <w:tc>
          <w:tcPr>
            <w:tcW w:w="65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840" w:rightChars="40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 w:bidi="ar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仿宋_GB2312">
    <w:altName w:val="方正仿宋_GBK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WAAAAZHJzL1BLAQIUABQAAAAIAIdO4kBoaYJL0wAAAAUBAAAPAAAAAAAAAAEAIAAAADgAAABk&#10;cnMvZG93bnJldi54bWxQSwECFAAUAAAACACHTuJAuQuBGbwBAABcAwAADgAAAAAAAAABACAAAAA4&#10;AQAAZHJzL2Uyb0RvYy54bWxQSwUGAAAAAAYABgBZAQAAZg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doNotShadeFormData w:val="true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710464"/>
    <w:rsid w:val="0B8839FF"/>
    <w:rsid w:val="14241650"/>
    <w:rsid w:val="1F7CA666"/>
    <w:rsid w:val="28142331"/>
    <w:rsid w:val="2F77DB79"/>
    <w:rsid w:val="39525133"/>
    <w:rsid w:val="3C84628D"/>
    <w:rsid w:val="3DA501C9"/>
    <w:rsid w:val="3DBF4CE7"/>
    <w:rsid w:val="3F1F5EBA"/>
    <w:rsid w:val="46A64EA7"/>
    <w:rsid w:val="506F7E99"/>
    <w:rsid w:val="5E0B3F53"/>
    <w:rsid w:val="68BF270C"/>
    <w:rsid w:val="797112B8"/>
    <w:rsid w:val="9FD02795"/>
    <w:rsid w:val="E7C49931"/>
    <w:rsid w:val="F5BFF757"/>
    <w:rsid w:val="FFF918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1">
    <w:name w:val="Default Paragraph Font"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unhideWhenUsed/>
    <w:qFormat/>
    <w:uiPriority w:val="0"/>
    <w:pPr>
      <w:ind w:firstLine="420" w:firstLineChars="200"/>
    </w:pPr>
  </w:style>
  <w:style w:type="paragraph" w:styleId="4">
    <w:name w:val="Body Text Indent"/>
    <w:basedOn w:val="1"/>
    <w:next w:val="3"/>
    <w:qFormat/>
    <w:uiPriority w:val="0"/>
    <w:pPr>
      <w:ind w:left="420" w:leftChars="200"/>
    </w:pPr>
    <w:rPr>
      <w:rFonts w:ascii="Calibri" w:hAnsi="Calibri" w:eastAsia="宋体" w:cs="Times New Roman"/>
      <w:sz w:val="32"/>
      <w:szCs w:val="32"/>
    </w:rPr>
  </w:style>
  <w:style w:type="paragraph" w:styleId="5">
    <w:name w:val="Balloon Text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8"/>
      <w:szCs w:val="18"/>
      <w:lang w:val="en-US" w:eastAsia="zh-CN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9">
    <w:name w:val="Body Text First Indent 2"/>
    <w:basedOn w:val="4"/>
    <w:next w:val="1"/>
    <w:qFormat/>
    <w:uiPriority w:val="0"/>
    <w:pPr>
      <w:widowControl/>
      <w:ind w:firstLine="420" w:firstLineChars="200"/>
      <w:jc w:val="left"/>
    </w:pPr>
    <w:rPr>
      <w:rFonts w:ascii="Calibri" w:hAnsi="Calibri" w:eastAsia="宋体" w:cs="Times New Roman"/>
      <w:kern w:val="0"/>
      <w:sz w:val="24"/>
      <w:lang w:eastAsia="en-US" w:bidi="en-US"/>
    </w:rPr>
  </w:style>
  <w:style w:type="paragraph" w:customStyle="1" w:styleId="12">
    <w:name w:val="_Style 1"/>
    <w:basedOn w:val="1"/>
    <w:qFormat/>
    <w:uiPriority w:val="0"/>
    <w:pPr>
      <w:ind w:firstLine="200" w:firstLineChars="200"/>
    </w:pPr>
    <w:rPr>
      <w:rFonts w:ascii="宋体" w:hAnsi="宋体" w:eastAsia="仿宋_GB2312" w:cs="Times New Roman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xmadmin/Normal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Company>rjsoft</Company>
  <Pages>0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Office_11.8.2.10587_F1E327BC-269C-435d-A152-05C5408002CA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2017-05-20T04:53:00Z</dcterms:created>
  <dc:creator>zhourk</dc:creator>
  <cp:lastModifiedBy>xmadmin</cp:lastModifiedBy>
  <dcterms:modified xsi:type="dcterms:W3CDTF">2025-04-07T16:03:28Z</dcterms:modified>
  <dc:title>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  <property fmtid="{D5CDD505-2E9C-101B-9397-08002B2CF9AE}" pid="3" name="ICV">
    <vt:lpwstr>FEB6228C4454445ABEBAB6423FFAC918</vt:lpwstr>
  </property>
</Properties>
</file>